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8C21" w14:textId="77777777" w:rsidR="007B44AA" w:rsidRPr="00FA6B20" w:rsidRDefault="00672DA9" w:rsidP="00C02363">
      <w:pPr>
        <w:pStyle w:val="Titre3"/>
        <w:pBdr>
          <w:top w:val="dotted" w:sz="4" w:space="6" w:color="622423"/>
        </w:pBdr>
        <w:spacing w:before="120" w:after="120" w:line="240" w:lineRule="auto"/>
        <w:jc w:val="both"/>
        <w:rPr>
          <w:rFonts w:ascii="Calibri" w:hAnsi="Calibri"/>
          <w:b/>
          <w:sz w:val="20"/>
          <w:szCs w:val="20"/>
        </w:rPr>
      </w:pPr>
      <w:r w:rsidRPr="004574CA">
        <w:rPr>
          <w:rFonts w:asciiTheme="minorHAnsi" w:eastAsia="Times New Roman" w:hAnsiTheme="minorHAnsi"/>
          <w:noProof/>
          <w:color w:val="000000"/>
          <w:sz w:val="28"/>
          <w:szCs w:val="28"/>
        </w:rPr>
        <w:drawing>
          <wp:inline distT="0" distB="0" distL="0" distR="0" wp14:anchorId="7611228B" wp14:editId="0A6736DF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705" cy="3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3AABF" w14:textId="77777777" w:rsidR="00E53ECF" w:rsidRDefault="00E53ECF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</w:p>
    <w:p w14:paraId="722A5CA4" w14:textId="77777777" w:rsidR="00E53ECF" w:rsidRDefault="00E53ECF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</w:p>
    <w:p w14:paraId="5E30F823" w14:textId="77777777" w:rsidR="007B44AA" w:rsidRPr="00A7721F" w:rsidRDefault="007B44AA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Direct</w:t>
      </w:r>
      <w:r w:rsidR="00263D69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>on des achats</w:t>
      </w:r>
    </w:p>
    <w:p w14:paraId="17AC3A99" w14:textId="77777777" w:rsidR="00E53E43" w:rsidRPr="001B71B6" w:rsidRDefault="00E53E43" w:rsidP="00700E74">
      <w:pPr>
        <w:spacing w:after="0" w:line="240" w:lineRule="auto"/>
        <w:rPr>
          <w:rFonts w:asciiTheme="minorHAnsi" w:hAnsiTheme="minorHAnsi"/>
          <w:sz w:val="20"/>
          <w:lang w:eastAsia="en-US"/>
        </w:rPr>
      </w:pP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3975198C" w14:textId="77777777" w:rsidR="00C26DB9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1B9BAD0" w14:textId="77777777" w:rsidR="00C30BF5" w:rsidRDefault="00C30BF5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4DF8F4C6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p w14:paraId="5CEFF9F7" w14:textId="77777777" w:rsidR="00C26DB9" w:rsidRPr="001B625C" w:rsidRDefault="00C26DB9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sz w:val="20"/>
          <w:szCs w:val="20"/>
          <w:shd w:val="clear" w:color="auto" w:fill="FFFFFF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mail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29377F66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6C1070E" w14:textId="77777777" w:rsidR="00E53ECF" w:rsidRDefault="00E53ECF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F81C225" w14:textId="77777777" w:rsidR="00827248" w:rsidRDefault="0082724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4BF303B" w14:textId="564C5262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6F59778D" w14:textId="77777777" w:rsidR="00827248" w:rsidRDefault="00827248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77777777" w:rsidR="00F95D62" w:rsidRDefault="00F95D62" w:rsidP="00F95D62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---oo0oo---</w:t>
      </w:r>
    </w:p>
    <w:sectPr w:rsidR="00F95D62" w:rsidSect="00C1281F">
      <w:footerReference w:type="even" r:id="rId9"/>
      <w:footerReference w:type="default" r:id="rId10"/>
      <w:footerReference w:type="first" r:id="rId11"/>
      <w:footnotePr>
        <w:numRestart w:val="eachSect"/>
      </w:footnotePr>
      <w:pgSz w:w="11907" w:h="16840" w:code="9"/>
      <w:pgMar w:top="851" w:right="851" w:bottom="709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50178" w14:textId="77777777" w:rsidR="003458AE" w:rsidRDefault="003458AE">
      <w:r>
        <w:separator/>
      </w:r>
    </w:p>
  </w:endnote>
  <w:endnote w:type="continuationSeparator" w:id="0">
    <w:p w14:paraId="779279AB" w14:textId="77777777" w:rsidR="003458AE" w:rsidRDefault="0034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0AC9B" w14:textId="77777777" w:rsidR="003458AE" w:rsidRDefault="003458AE">
      <w:r>
        <w:separator/>
      </w:r>
    </w:p>
  </w:footnote>
  <w:footnote w:type="continuationSeparator" w:id="0">
    <w:p w14:paraId="6FB42332" w14:textId="77777777" w:rsidR="003458AE" w:rsidRDefault="00345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F7F"/>
    <w:rsid w:val="001C3931"/>
    <w:rsid w:val="001C5F45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70440"/>
    <w:rsid w:val="004725DA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2724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A2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NOTEDIR</Template>
  <TotalTime>1</TotalTime>
  <Pages>1</Pages>
  <Words>87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EYMER Isabelle</cp:lastModifiedBy>
  <cp:revision>3</cp:revision>
  <cp:lastPrinted>2019-12-05T13:23:00Z</cp:lastPrinted>
  <dcterms:created xsi:type="dcterms:W3CDTF">2023-01-04T13:32:00Z</dcterms:created>
  <dcterms:modified xsi:type="dcterms:W3CDTF">2023-05-12T14:49:00Z</dcterms:modified>
</cp:coreProperties>
</file>